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1F5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  <w:bookmarkStart w:id="0" w:name="CIG"/>
      <w:r>
        <w:rPr>
          <w:rFonts w:eastAsia="Calibri"/>
          <w:b/>
          <w:smallCaps/>
          <w:color w:val="0F243E"/>
          <w:sz w:val="28"/>
        </w:rPr>
        <w:t>ALLEGATO A2 BIS</w:t>
      </w:r>
    </w:p>
    <w:p w:rsidR="007D7B2D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</w:p>
    <w:p w:rsidR="001C4A82" w:rsidRPr="001C4A82" w:rsidRDefault="00636553" w:rsidP="001C4A82">
      <w:pPr>
        <w:spacing w:before="60" w:after="60"/>
        <w:ind w:firstLine="426"/>
        <w:jc w:val="center"/>
        <w:rPr>
          <w:rFonts w:ascii="Arial" w:hAnsi="Arial" w:cs="Arial"/>
          <w:b/>
          <w:sz w:val="20"/>
          <w:szCs w:val="20"/>
        </w:rPr>
      </w:pPr>
      <w:bookmarkStart w:id="1" w:name="_Hlk33190035"/>
      <w:r w:rsidRPr="00636553">
        <w:rPr>
          <w:rFonts w:ascii="Arial" w:hAnsi="Arial" w:cs="Arial"/>
          <w:b/>
          <w:bCs/>
          <w:sz w:val="20"/>
          <w:szCs w:val="20"/>
        </w:rPr>
        <w:t>Procedura negoziata per l'affidamento dell’incarico di progettazione definitiva/esecutiva, coordinamento della sicurezza in fase di progettazione e di esecuzione per l’intervento relativo ai “</w:t>
      </w:r>
      <w:r w:rsidR="00F63038" w:rsidRPr="00F63038">
        <w:rPr>
          <w:rFonts w:ascii="Arial" w:hAnsi="Arial" w:cs="Arial"/>
          <w:b/>
          <w:bCs/>
          <w:sz w:val="20"/>
          <w:szCs w:val="20"/>
        </w:rPr>
        <w:t>lavori di riqualificazione della U.O.S.D. Oncologia presso il P.O. di Ariano Irpino (</w:t>
      </w:r>
      <w:proofErr w:type="spellStart"/>
      <w:r w:rsidR="00F63038" w:rsidRPr="00F63038">
        <w:rPr>
          <w:rFonts w:ascii="Arial" w:hAnsi="Arial" w:cs="Arial"/>
          <w:b/>
          <w:bCs/>
          <w:sz w:val="20"/>
          <w:szCs w:val="20"/>
        </w:rPr>
        <w:t>av</w:t>
      </w:r>
      <w:proofErr w:type="spellEnd"/>
      <w:r w:rsidR="00F63038" w:rsidRPr="00F63038">
        <w:rPr>
          <w:rFonts w:ascii="Arial" w:hAnsi="Arial" w:cs="Arial"/>
          <w:b/>
          <w:bCs/>
          <w:sz w:val="20"/>
          <w:szCs w:val="20"/>
        </w:rPr>
        <w:t>)</w:t>
      </w:r>
      <w:r w:rsidRPr="00636553">
        <w:rPr>
          <w:rFonts w:ascii="Arial" w:hAnsi="Arial" w:cs="Arial"/>
          <w:b/>
          <w:bCs/>
          <w:sz w:val="20"/>
          <w:szCs w:val="20"/>
        </w:rPr>
        <w:t>”</w:t>
      </w:r>
      <w:bookmarkStart w:id="2" w:name="_GoBack"/>
      <w:bookmarkEnd w:id="2"/>
      <w:r w:rsidR="00D14F39" w:rsidRPr="00CE2253">
        <w:rPr>
          <w:rFonts w:ascii="Arial" w:hAnsi="Arial" w:cs="Arial"/>
          <w:b/>
          <w:sz w:val="22"/>
        </w:rPr>
        <w:t xml:space="preserve"> </w:t>
      </w:r>
    </w:p>
    <w:tbl>
      <w:tblPr>
        <w:tblStyle w:val="Grigliatabell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0"/>
        <w:gridCol w:w="4605"/>
      </w:tblGrid>
      <w:tr w:rsidR="001C4A82" w:rsidRPr="004E37DE" w:rsidTr="00BD429E">
        <w:trPr>
          <w:trHeight w:val="599"/>
        </w:trPr>
        <w:tc>
          <w:tcPr>
            <w:tcW w:w="5454" w:type="dxa"/>
            <w:vAlign w:val="center"/>
          </w:tcPr>
          <w:p w:rsidR="001C4A82" w:rsidRPr="004E37DE" w:rsidRDefault="001C4A82" w:rsidP="00BD429E">
            <w:pPr>
              <w:widowControl w:val="0"/>
              <w:spacing w:line="276" w:lineRule="auto"/>
              <w:rPr>
                <w:rFonts w:asciiTheme="minorHAnsi" w:hAnsiTheme="minorHAnsi" w:cstheme="minorHAnsi"/>
                <w:b/>
                <w:bCs/>
                <w:smallCaps/>
              </w:rPr>
            </w:pPr>
            <w:r w:rsidRPr="004E37DE">
              <w:rPr>
                <w:rStyle w:val="Corpodeltesto1010"/>
                <w:rFonts w:asciiTheme="minorHAnsi" w:hAnsiTheme="minorHAnsi" w:cstheme="minorHAnsi"/>
                <w:b/>
                <w:bCs/>
                <w:i/>
                <w:iCs/>
              </w:rPr>
              <w:t>Codice CUP:</w:t>
            </w:r>
            <w:r w:rsidRPr="004E37DE">
              <w:rPr>
                <w:rFonts w:asciiTheme="minorHAnsi" w:hAnsiTheme="minorHAnsi" w:cstheme="minorHAnsi"/>
                <w:sz w:val="2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H94E20001370005</w:t>
            </w:r>
          </w:p>
        </w:tc>
        <w:tc>
          <w:tcPr>
            <w:tcW w:w="4876" w:type="dxa"/>
            <w:vAlign w:val="center"/>
          </w:tcPr>
          <w:p w:rsidR="001C4A82" w:rsidRPr="004E37DE" w:rsidRDefault="001C4A82" w:rsidP="00BD429E">
            <w:pPr>
              <w:widowControl w:val="0"/>
              <w:spacing w:line="276" w:lineRule="auto"/>
              <w:rPr>
                <w:rFonts w:asciiTheme="minorHAnsi" w:hAnsiTheme="minorHAnsi" w:cstheme="minorHAnsi"/>
                <w:b/>
                <w:bCs/>
                <w:smallCaps/>
              </w:rPr>
            </w:pPr>
            <w:r>
              <w:rPr>
                <w:rStyle w:val="Corpodeltesto1010"/>
                <w:rFonts w:cstheme="minorHAnsi"/>
                <w:b/>
                <w:bCs/>
                <w:i/>
                <w:iCs/>
              </w:rPr>
              <w:t xml:space="preserve">     </w:t>
            </w:r>
            <w:r w:rsidRPr="004E37DE">
              <w:rPr>
                <w:rStyle w:val="Corpodeltesto1010"/>
                <w:rFonts w:asciiTheme="minorHAnsi" w:hAnsiTheme="minorHAnsi" w:cstheme="minorHAnsi"/>
                <w:b/>
                <w:bCs/>
                <w:i/>
                <w:iCs/>
              </w:rPr>
              <w:t>Codice CIG:</w:t>
            </w:r>
            <w:r w:rsidRPr="004E37DE">
              <w:rPr>
                <w:rStyle w:val="Corpodeltesto10101"/>
                <w:rFonts w:asciiTheme="minorHAnsi" w:hAnsiTheme="minorHAnsi" w:cstheme="minorHAnsi"/>
                <w:iCs/>
              </w:rPr>
              <w:t xml:space="preserve">   </w:t>
            </w:r>
            <w:r>
              <w:rPr>
                <w:b/>
                <w:bCs/>
              </w:rPr>
              <w:t>Z1132D56F7</w:t>
            </w:r>
          </w:p>
        </w:tc>
      </w:tr>
      <w:bookmarkEnd w:id="1"/>
    </w:tbl>
    <w:p w:rsidR="00973437" w:rsidRPr="005E401C" w:rsidRDefault="00973437" w:rsidP="001C4A82">
      <w:pPr>
        <w:pBdr>
          <w:bottom w:val="thickThinSmallGap" w:sz="12" w:space="1" w:color="0F243E"/>
        </w:pBdr>
        <w:spacing w:line="276" w:lineRule="auto"/>
        <w:contextualSpacing/>
        <w:rPr>
          <w:rFonts w:eastAsia="Calibri"/>
          <w:b/>
          <w:smallCaps/>
          <w:sz w:val="28"/>
        </w:rPr>
      </w:pPr>
    </w:p>
    <w:p w:rsidR="003A3060" w:rsidRPr="00F24600" w:rsidRDefault="005365DF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 xml:space="preserve"> </w:t>
      </w:r>
      <w:r w:rsidR="003A3060"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="003A3060" w:rsidRPr="00F24600">
        <w:rPr>
          <w:rFonts w:ascii="Garamond" w:hAnsi="Garamond" w:cs="Calibri"/>
          <w:b/>
          <w:smallCaps/>
          <w:szCs w:val="24"/>
        </w:rPr>
        <w:t>”</w:t>
      </w:r>
    </w:p>
    <w:p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 xml:space="preserve">Il presente documento dovrà essere firmato dal dichiarante e allegato </w:t>
      </w:r>
      <w:r w:rsidR="005365DF">
        <w:rPr>
          <w:rFonts w:ascii="Garamond" w:hAnsi="Garamond" w:cs="Arial"/>
          <w:b/>
          <w:szCs w:val="24"/>
          <w:u w:val="single"/>
        </w:rPr>
        <w:t>all</w:t>
      </w:r>
      <w:r w:rsidR="00E31731">
        <w:rPr>
          <w:rFonts w:ascii="Garamond" w:hAnsi="Garamond" w:cs="Arial"/>
          <w:b/>
          <w:szCs w:val="24"/>
          <w:u w:val="single"/>
        </w:rPr>
        <w:t>a documentazione amministrativa</w:t>
      </w:r>
      <w:r w:rsidRPr="00F24600">
        <w:rPr>
          <w:rFonts w:ascii="Garamond" w:hAnsi="Garamond" w:cs="Arial"/>
          <w:b/>
          <w:szCs w:val="24"/>
          <w:u w:val="single"/>
        </w:rPr>
        <w:t>, secondo quanto indicato nel</w:t>
      </w:r>
      <w:r w:rsidR="00E31731">
        <w:rPr>
          <w:rFonts w:ascii="Garamond" w:hAnsi="Garamond" w:cs="Arial"/>
          <w:b/>
          <w:szCs w:val="24"/>
          <w:u w:val="single"/>
        </w:rPr>
        <w:t xml:space="preserve"> Capitolato Speciale di Appalto</w:t>
      </w:r>
      <w:r w:rsidRPr="00F24600">
        <w:rPr>
          <w:rFonts w:ascii="Garamond" w:hAnsi="Garamond" w:cs="Arial"/>
          <w:b/>
          <w:szCs w:val="24"/>
          <w:u w:val="single"/>
        </w:rPr>
        <w:t>.</w:t>
      </w:r>
    </w:p>
    <w:bookmarkEnd w:id="0"/>
    <w:p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6691374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691374"/>
    </w:p>
    <w:p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1441728984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441728984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270663786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270663786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522594857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522594857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733816968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33816968"/>
      <w:r w:rsidR="000E6AA2" w:rsidRPr="00CF04A7">
        <w:rPr>
          <w:rFonts w:ascii="Garamond" w:hAnsi="Garamond" w:cs="Arial"/>
          <w:sz w:val="22"/>
          <w:szCs w:val="22"/>
        </w:rPr>
        <w:t>,</w:t>
      </w:r>
    </w:p>
    <w:p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1651653020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1651653020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268108536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68108536"/>
      <w:r w:rsidRPr="00CF04A7">
        <w:rPr>
          <w:rFonts w:ascii="Garamond" w:hAnsi="Garamond" w:cs="Arial"/>
          <w:sz w:val="22"/>
          <w:szCs w:val="22"/>
        </w:rPr>
        <w:t>)</w:t>
      </w:r>
    </w:p>
    <w:p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1281508965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281508965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958406839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58406839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1706701752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1706701752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757951352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57951352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1364222267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364222267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414527634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14527634"/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404294663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04294663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888087284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888087284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493119218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93119218"/>
      <w:r w:rsidR="00AE3777" w:rsidRPr="00CF04A7">
        <w:rPr>
          <w:rFonts w:ascii="Garamond" w:hAnsi="Garamond" w:cs="Calibri"/>
          <w:sz w:val="22"/>
          <w:szCs w:val="22"/>
        </w:rPr>
        <w:t>;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722301299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722301299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21371074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1371074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312940058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312940058"/>
      <w:r w:rsidR="00B1532E" w:rsidRPr="00CF04A7">
        <w:rPr>
          <w:rFonts w:ascii="Garamond" w:hAnsi="Garamond" w:cs="Calibri"/>
          <w:sz w:val="22"/>
          <w:szCs w:val="22"/>
        </w:rPr>
        <w:t>;</w:t>
      </w:r>
    </w:p>
    <w:p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proofErr w:type="gramStart"/>
      <w:r w:rsidRPr="00012056">
        <w:rPr>
          <w:rFonts w:ascii="Garamond" w:hAnsi="Garamond" w:cs="Arial"/>
          <w:sz w:val="22"/>
          <w:szCs w:val="22"/>
        </w:rPr>
        <w:t>D.Lgs</w:t>
      </w:r>
      <w:proofErr w:type="gramEnd"/>
      <w:r w:rsidRPr="00012056">
        <w:rPr>
          <w:rFonts w:ascii="Garamond" w:hAnsi="Garamond" w:cs="Arial"/>
          <w:sz w:val="22"/>
          <w:szCs w:val="22"/>
        </w:rPr>
        <w:t>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97866194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978661940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825166629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825166629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 xml:space="preserve">selezionare </w:t>
      </w:r>
      <w:proofErr w:type="gramStart"/>
      <w:r w:rsidRPr="002E4B43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2E4B43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59454431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94544317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proofErr w:type="gramStart"/>
      <w:r w:rsidR="00F51D31" w:rsidRPr="002E4B43">
        <w:rPr>
          <w:rFonts w:ascii="Garamond" w:hAnsi="Garamond"/>
          <w:sz w:val="22"/>
          <w:szCs w:val="22"/>
        </w:rPr>
        <w:t>D.Lgs</w:t>
      </w:r>
      <w:proofErr w:type="gramEnd"/>
      <w:r w:rsidR="00F51D31" w:rsidRPr="002E4B43">
        <w:rPr>
          <w:rFonts w:ascii="Garamond" w:hAnsi="Garamond"/>
          <w:sz w:val="22"/>
          <w:szCs w:val="22"/>
        </w:rPr>
        <w:t>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329723790" w:edGrp="everyone"/>
      <w:permStart w:id="1018110702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329723790"/>
      <w:permEnd w:id="1018110702"/>
      <w:r w:rsidR="00F41915" w:rsidRPr="002E4B43">
        <w:rPr>
          <w:rFonts w:ascii="Garamond" w:hAnsi="Garamond"/>
          <w:sz w:val="22"/>
          <w:szCs w:val="22"/>
        </w:rPr>
        <w:t>);</w:t>
      </w:r>
    </w:p>
    <w:p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3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3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:rsidTr="00E3616A">
        <w:trPr>
          <w:trHeight w:val="246"/>
          <w:jc w:val="center"/>
        </w:trPr>
        <w:tc>
          <w:tcPr>
            <w:tcW w:w="1431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557597200" w:edGrp="everyone" w:colFirst="0" w:colLast="0"/>
            <w:permStart w:id="1598111917" w:edGrp="everyone" w:colFirst="1" w:colLast="1"/>
            <w:permStart w:id="895355798" w:edGrp="everyone" w:colFirst="2" w:colLast="2"/>
            <w:permStart w:id="193270728" w:edGrp="everyone" w:colFirst="3" w:colLast="3"/>
            <w:permStart w:id="815995539" w:edGrp="everyone" w:colFirst="4" w:colLast="4"/>
            <w:permStart w:id="1621239672" w:edGrp="everyone"/>
          </w:p>
        </w:tc>
        <w:tc>
          <w:tcPr>
            <w:tcW w:w="1145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983785536" w:edGrp="everyone" w:colFirst="0" w:colLast="0"/>
            <w:permStart w:id="9582742" w:edGrp="everyone" w:colFirst="1" w:colLast="1"/>
            <w:permStart w:id="1363350113" w:edGrp="everyone" w:colFirst="2" w:colLast="2"/>
            <w:permStart w:id="1970750137" w:edGrp="everyone" w:colFirst="3" w:colLast="3"/>
            <w:permStart w:id="2031948960" w:edGrp="everyone" w:colFirst="4" w:colLast="4"/>
            <w:permStart w:id="1785467794" w:edGrp="everyone" w:colFirst="5" w:colLast="5"/>
            <w:permEnd w:id="557597200"/>
            <w:permEnd w:id="1598111917"/>
            <w:permEnd w:id="895355798"/>
            <w:permEnd w:id="193270728"/>
            <w:permEnd w:id="815995539"/>
          </w:p>
        </w:tc>
        <w:tc>
          <w:tcPr>
            <w:tcW w:w="1145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621239672"/>
      <w:permEnd w:id="983785536"/>
      <w:permEnd w:id="9582742"/>
      <w:permEnd w:id="1363350113"/>
      <w:permEnd w:id="1970750137"/>
      <w:permEnd w:id="2031948960"/>
      <w:permEnd w:id="1785467794"/>
    </w:tbl>
    <w:p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141669467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1141669467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:rsidTr="00E3616A">
        <w:trPr>
          <w:trHeight w:val="246"/>
          <w:jc w:val="center"/>
        </w:trPr>
        <w:tc>
          <w:tcPr>
            <w:tcW w:w="142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244061"/>
            <w:vAlign w:val="center"/>
          </w:tcPr>
          <w:p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misura </w:t>
            </w:r>
            <w:proofErr w:type="spellStart"/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  <w:proofErr w:type="spellEnd"/>
          </w:p>
          <w:p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578053793" w:edGrp="everyone" w:colFirst="0" w:colLast="0"/>
            <w:permStart w:id="1615930936" w:edGrp="everyone" w:colFirst="1" w:colLast="1"/>
            <w:permStart w:id="1196055029" w:edGrp="everyone" w:colFirst="2" w:colLast="2"/>
            <w:permStart w:id="896739908" w:edGrp="everyone"/>
          </w:p>
        </w:tc>
        <w:tc>
          <w:tcPr>
            <w:tcW w:w="1144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662927868" w:edGrp="everyone" w:colFirst="0" w:colLast="0"/>
            <w:permStart w:id="1986346390" w:edGrp="everyone" w:colFirst="1" w:colLast="1"/>
            <w:permStart w:id="1977763817" w:edGrp="everyone" w:colFirst="2" w:colLast="2"/>
            <w:permStart w:id="1183859080" w:edGrp="everyone" w:colFirst="3" w:colLast="3"/>
            <w:permEnd w:id="1578053793"/>
            <w:permEnd w:id="1615930936"/>
            <w:permEnd w:id="1196055029"/>
          </w:p>
        </w:tc>
        <w:tc>
          <w:tcPr>
            <w:tcW w:w="1144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896739908"/>
      <w:permEnd w:id="1662927868"/>
      <w:permEnd w:id="1986346390"/>
      <w:permEnd w:id="1977763817"/>
      <w:permEnd w:id="1183859080"/>
    </w:tbl>
    <w:p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lastRenderedPageBreak/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781682430" w:edGrp="everyone"/>
      <w:permStart w:id="767777398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781682430"/>
      <w:permEnd w:id="767777398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614947122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614947122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:rsidTr="00E3616A">
        <w:trPr>
          <w:trHeight w:val="246"/>
          <w:jc w:val="center"/>
        </w:trPr>
        <w:tc>
          <w:tcPr>
            <w:tcW w:w="1321" w:type="pct"/>
            <w:shd w:val="clear" w:color="auto" w:fill="244061"/>
            <w:vAlign w:val="center"/>
          </w:tcPr>
          <w:p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244061"/>
            <w:vAlign w:val="center"/>
          </w:tcPr>
          <w:p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244061"/>
            <w:vAlign w:val="center"/>
          </w:tcPr>
          <w:p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037917691" w:edGrp="everyone" w:colFirst="0" w:colLast="0"/>
            <w:permStart w:id="1358169566" w:edGrp="everyone" w:colFirst="1" w:colLast="1"/>
            <w:permStart w:id="1276405545" w:edGrp="everyone" w:colFirst="2" w:colLast="2"/>
            <w:permStart w:id="680218149" w:edGrp="everyone"/>
          </w:p>
        </w:tc>
        <w:tc>
          <w:tcPr>
            <w:tcW w:w="1472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774200059" w:edGrp="everyone" w:colFirst="0" w:colLast="0"/>
            <w:permStart w:id="830812240" w:edGrp="everyone" w:colFirst="1" w:colLast="1"/>
            <w:permStart w:id="1612647126" w:edGrp="everyone" w:colFirst="2" w:colLast="2"/>
            <w:permStart w:id="1184784175" w:edGrp="everyone" w:colFirst="3" w:colLast="3"/>
            <w:permEnd w:id="1037917691"/>
            <w:permEnd w:id="1358169566"/>
            <w:permEnd w:id="1276405545"/>
          </w:p>
        </w:tc>
        <w:tc>
          <w:tcPr>
            <w:tcW w:w="1472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680218149"/>
      <w:permEnd w:id="1774200059"/>
      <w:permEnd w:id="830812240"/>
      <w:permEnd w:id="1612647126"/>
      <w:permEnd w:id="1184784175"/>
    </w:tbl>
    <w:p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BA504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BA504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4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</w:t>
      </w:r>
      <w:proofErr w:type="spellStart"/>
      <w:r w:rsidR="00CC05E3" w:rsidRPr="00CC05E3">
        <w:rPr>
          <w:rFonts w:ascii="Garamond" w:hAnsi="Garamond"/>
          <w:sz w:val="22"/>
          <w:szCs w:val="22"/>
        </w:rPr>
        <w:t>D.p.r.</w:t>
      </w:r>
      <w:proofErr w:type="spellEnd"/>
      <w:r w:rsidR="00CC05E3" w:rsidRPr="00CC05E3">
        <w:rPr>
          <w:rFonts w:ascii="Garamond" w:hAnsi="Garamond"/>
          <w:sz w:val="22"/>
          <w:szCs w:val="22"/>
        </w:rPr>
        <w:t xml:space="preserve">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4"/>
      <w:r w:rsidR="00CC05E3">
        <w:rPr>
          <w:rFonts w:ascii="Garamond" w:hAnsi="Garamond"/>
          <w:sz w:val="22"/>
          <w:szCs w:val="22"/>
        </w:rPr>
        <w:t xml:space="preserve">: </w:t>
      </w:r>
      <w:permStart w:id="1365143708" w:edGrp="everyone"/>
      <w:permStart w:id="1111315920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1365143708"/>
      <w:permEnd w:id="1111315920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964844668" w:edGrp="everyone"/>
      <w:permStart w:id="536046089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964844668"/>
      <w:permEnd w:id="536046089"/>
      <w:r w:rsidRPr="00BA5049">
        <w:rPr>
          <w:rFonts w:ascii="Garamond" w:hAnsi="Garamond"/>
          <w:sz w:val="22"/>
          <w:szCs w:val="22"/>
        </w:rPr>
        <w:t>).</w:t>
      </w:r>
    </w:p>
    <w:p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="006D5DA2"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="006D5DA2"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82172519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821725190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proofErr w:type="gramStart"/>
      <w:r w:rsidR="00CF6299" w:rsidRPr="007B4FE8">
        <w:rPr>
          <w:rFonts w:ascii="Garamond" w:hAnsi="Garamond" w:cs="Calibri"/>
          <w:sz w:val="22"/>
          <w:szCs w:val="22"/>
        </w:rPr>
        <w:t>D.Lgs</w:t>
      </w:r>
      <w:proofErr w:type="gramEnd"/>
      <w:r w:rsidR="00CF6299" w:rsidRPr="007B4FE8">
        <w:rPr>
          <w:rFonts w:ascii="Garamond" w:hAnsi="Garamond" w:cs="Calibri"/>
          <w:sz w:val="22"/>
          <w:szCs w:val="22"/>
        </w:rPr>
        <w:t>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1140608847" w:edGrp="everyone"/>
      <w:permStart w:id="1251760916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1140608847"/>
      <w:r w:rsidR="004F0FE8">
        <w:rPr>
          <w:rFonts w:ascii="Garamond" w:hAnsi="Garamond"/>
          <w:sz w:val="22"/>
          <w:szCs w:val="22"/>
        </w:rPr>
        <w:t>;</w:t>
      </w:r>
      <w:permEnd w:id="1251760916"/>
    </w:p>
    <w:p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</w:t>
      </w:r>
      <w:proofErr w:type="spellStart"/>
      <w:r w:rsidRPr="004B339A">
        <w:rPr>
          <w:rFonts w:ascii="Garamond" w:hAnsi="Garamond"/>
          <w:sz w:val="22"/>
          <w:szCs w:val="22"/>
        </w:rPr>
        <w:t>lett</w:t>
      </w:r>
      <w:proofErr w:type="spellEnd"/>
      <w:r w:rsidRPr="004B339A">
        <w:rPr>
          <w:rFonts w:ascii="Garamond" w:hAnsi="Garamond"/>
          <w:sz w:val="22"/>
          <w:szCs w:val="22"/>
        </w:rPr>
        <w:t xml:space="preserve">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</w:t>
      </w:r>
      <w:proofErr w:type="spellStart"/>
      <w:r w:rsidR="00475D3B" w:rsidRPr="000C302F">
        <w:rPr>
          <w:rFonts w:ascii="Garamond" w:hAnsi="Garamond"/>
          <w:sz w:val="22"/>
          <w:szCs w:val="22"/>
        </w:rPr>
        <w:t>d.p.r.</w:t>
      </w:r>
      <w:proofErr w:type="spellEnd"/>
      <w:r w:rsidR="00475D3B" w:rsidRPr="000C302F">
        <w:rPr>
          <w:rFonts w:ascii="Garamond" w:hAnsi="Garamond"/>
          <w:sz w:val="22"/>
          <w:szCs w:val="22"/>
        </w:rPr>
        <w:t xml:space="preserve"> 633/1972 e a comunicare alla stazione appaltante la nomina del proprio rappresentante fiscale, nelle forme di legge;</w:t>
      </w:r>
    </w:p>
    <w:p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lastRenderedPageBreak/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</w:t>
      </w:r>
      <w:proofErr w:type="gramStart"/>
      <w:r w:rsidRPr="00754A9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54A9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1336835322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336835322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5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5"/>
      <w:permStart w:id="1553336796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553336796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1849306397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849306397"/>
      <w:r w:rsidR="00305107">
        <w:rPr>
          <w:rFonts w:ascii="Garamond" w:hAnsi="Garamond" w:cs="Arial"/>
          <w:sz w:val="22"/>
          <w:szCs w:val="22"/>
        </w:rPr>
        <w:t>;</w:t>
      </w:r>
    </w:p>
    <w:p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1525509175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525509175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proofErr w:type="spellStart"/>
      <w:r w:rsidRPr="00305107">
        <w:rPr>
          <w:rFonts w:ascii="Garamond" w:hAnsi="Garamond"/>
          <w:b/>
          <w:bCs/>
          <w:i/>
          <w:iCs/>
          <w:sz w:val="22"/>
          <w:szCs w:val="22"/>
        </w:rPr>
        <w:t>Durc</w:t>
      </w:r>
      <w:proofErr w:type="spellEnd"/>
      <w:r w:rsidRPr="00305107">
        <w:rPr>
          <w:rFonts w:ascii="Garamond" w:hAnsi="Garamond"/>
          <w:b/>
          <w:bCs/>
          <w:i/>
          <w:iCs/>
          <w:sz w:val="22"/>
          <w:szCs w:val="22"/>
        </w:rPr>
        <w:t>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1904545835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904545835"/>
      <w:r w:rsidR="00305107">
        <w:rPr>
          <w:rFonts w:ascii="Garamond" w:hAnsi="Garamond" w:cs="Arial"/>
          <w:sz w:val="22"/>
          <w:szCs w:val="22"/>
        </w:rPr>
        <w:t>.</w:t>
      </w:r>
    </w:p>
    <w:p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762992456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762992456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1495231433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1495231433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:rsidR="006142E4" w:rsidRPr="00CF04A7" w:rsidRDefault="005365DF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 xml:space="preserve">FIRMA </w:t>
      </w:r>
    </w:p>
    <w:sectPr w:rsidR="006142E4" w:rsidRPr="00CF04A7" w:rsidSect="000C60F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993" w:rsidRDefault="00AE1993">
      <w:r>
        <w:separator/>
      </w:r>
    </w:p>
  </w:endnote>
  <w:endnote w:type="continuationSeparator" w:id="0">
    <w:p w:rsidR="00AE1993" w:rsidRDefault="00AE1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8E4A05" w:rsidRPr="000C60F9" w:rsidTr="005365DF">
      <w:trPr>
        <w:trHeight w:val="150"/>
      </w:trPr>
      <w:tc>
        <w:tcPr>
          <w:tcW w:w="1208" w:type="pct"/>
        </w:tcPr>
        <w:p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:rsidR="00D14F39" w:rsidRDefault="00D14F39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</w:p>
        <w:p w:rsidR="008E4A05" w:rsidRPr="00E3616A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>Integrazione DGUE</w:t>
          </w:r>
        </w:p>
      </w:tc>
      <w:tc>
        <w:tcPr>
          <w:tcW w:w="1208" w:type="pct"/>
          <w:hideMark/>
        </w:tcPr>
        <w:p w:rsidR="008E4A05" w:rsidRPr="000C60F9" w:rsidRDefault="008E4A05" w:rsidP="008E4A05">
          <w:pPr>
            <w:pStyle w:val="Pidipagina"/>
            <w:jc w:val="right"/>
            <w:rPr>
              <w:rFonts w:ascii="Imprint MT Shadow" w:hAnsi="Imprint MT Shadow"/>
            </w:rPr>
          </w:pPr>
          <w:r w:rsidRPr="000C60F9">
            <w:rPr>
              <w:rFonts w:ascii="Imprint MT Shadow" w:hAnsi="Imprint MT Shadow"/>
            </w:rPr>
            <w:t xml:space="preserve">Pag.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PAGE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1C4A82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  <w:r w:rsidRPr="000C60F9">
            <w:rPr>
              <w:rFonts w:ascii="Imprint MT Shadow" w:hAnsi="Imprint MT Shadow"/>
            </w:rPr>
            <w:t xml:space="preserve"> di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NUMPAGES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1C4A82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</w:p>
      </w:tc>
    </w:tr>
    <w:tr w:rsidR="008E4A05" w:rsidRPr="00BB06E4" w:rsidTr="005365DF">
      <w:trPr>
        <w:trHeight w:val="150"/>
      </w:trPr>
      <w:tc>
        <w:tcPr>
          <w:tcW w:w="5000" w:type="pct"/>
          <w:gridSpan w:val="3"/>
        </w:tcPr>
        <w:p w:rsidR="008E4A05" w:rsidRPr="00D42159" w:rsidRDefault="00D14F39" w:rsidP="00D14F39">
          <w:pPr>
            <w:pStyle w:val="Pidipagina"/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ASL Avellino – Via degli </w:t>
          </w:r>
          <w:proofErr w:type="spellStart"/>
          <w:r w:rsidRPr="00D42159">
            <w:rPr>
              <w:rFonts w:ascii="Imprint MT Shadow" w:hAnsi="Imprint MT Shadow" w:cs="Arial"/>
              <w:color w:val="0F243E"/>
              <w:sz w:val="16"/>
            </w:rPr>
            <w:t>Imbimbo</w:t>
          </w:r>
          <w:proofErr w:type="spellEnd"/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 10/12 – 83100 Avellino </w:t>
          </w:r>
        </w:p>
        <w:p w:rsidR="00D14F39" w:rsidRPr="000C60F9" w:rsidRDefault="00D14F39" w:rsidP="00D14F39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>CF e P.IVA 02600160648</w:t>
          </w:r>
        </w:p>
      </w:tc>
    </w:tr>
  </w:tbl>
  <w:p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5365DF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</w:p>
        <w:p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5365DF">
            <w:rPr>
              <w:noProof/>
              <w:sz w:val="16"/>
              <w:szCs w:val="20"/>
            </w:rPr>
            <w:t>INTEGRAZIONE DGUE</w:t>
          </w:r>
          <w:r>
            <w:rPr>
              <w:noProof/>
            </w:rPr>
            <w:fldChar w:fldCharType="end"/>
          </w:r>
        </w:p>
      </w:tc>
    </w:tr>
  </w:tbl>
  <w:p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993" w:rsidRDefault="00AE1993">
      <w:r>
        <w:separator/>
      </w:r>
    </w:p>
  </w:footnote>
  <w:footnote w:type="continuationSeparator" w:id="0">
    <w:p w:rsidR="00AE1993" w:rsidRDefault="00AE1993">
      <w:r>
        <w:continuationSeparator/>
      </w:r>
    </w:p>
  </w:footnote>
  <w:footnote w:id="1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</w:t>
      </w:r>
      <w:proofErr w:type="spellStart"/>
      <w:r w:rsidRPr="00032A4A">
        <w:t>lett</w:t>
      </w:r>
      <w:proofErr w:type="spellEnd"/>
      <w:r w:rsidRPr="00032A4A">
        <w:t>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AE1993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AE1993" w:rsidP="000C33D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E4"/>
    <w:rsid w:val="00003AD5"/>
    <w:rsid w:val="000049AA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50BBA"/>
    <w:rsid w:val="00054201"/>
    <w:rsid w:val="00055712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0D80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4A82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C99"/>
    <w:rsid w:val="00340C8C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5835"/>
    <w:rsid w:val="004E730E"/>
    <w:rsid w:val="004F0FE8"/>
    <w:rsid w:val="004F1762"/>
    <w:rsid w:val="005000EA"/>
    <w:rsid w:val="00501E73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65DF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7018D"/>
    <w:rsid w:val="00572FD2"/>
    <w:rsid w:val="00574DC9"/>
    <w:rsid w:val="00577041"/>
    <w:rsid w:val="0059051D"/>
    <w:rsid w:val="00591954"/>
    <w:rsid w:val="00591E6F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53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91C46"/>
    <w:rsid w:val="00691F3A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314BE"/>
    <w:rsid w:val="0073326B"/>
    <w:rsid w:val="0073328B"/>
    <w:rsid w:val="00734827"/>
    <w:rsid w:val="00736039"/>
    <w:rsid w:val="007361E8"/>
    <w:rsid w:val="007363B3"/>
    <w:rsid w:val="00740611"/>
    <w:rsid w:val="007469AD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3B00"/>
    <w:rsid w:val="007D4C5F"/>
    <w:rsid w:val="007D53CE"/>
    <w:rsid w:val="007D761D"/>
    <w:rsid w:val="007D7B2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42F7C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2736C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97641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41C9"/>
    <w:rsid w:val="00AC5196"/>
    <w:rsid w:val="00AC5229"/>
    <w:rsid w:val="00AC5FE7"/>
    <w:rsid w:val="00AC7EE6"/>
    <w:rsid w:val="00AD1515"/>
    <w:rsid w:val="00AD180D"/>
    <w:rsid w:val="00AD1A2D"/>
    <w:rsid w:val="00AD4879"/>
    <w:rsid w:val="00AD6E7A"/>
    <w:rsid w:val="00AE1993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A5F84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63E7"/>
    <w:rsid w:val="00C309D2"/>
    <w:rsid w:val="00C315E5"/>
    <w:rsid w:val="00C31DDB"/>
    <w:rsid w:val="00C31FF9"/>
    <w:rsid w:val="00C33342"/>
    <w:rsid w:val="00C350E0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3C00"/>
    <w:rsid w:val="00CC6A9C"/>
    <w:rsid w:val="00CC701D"/>
    <w:rsid w:val="00CC74A2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4F39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2159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1731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1AB2"/>
    <w:rsid w:val="00E92A5F"/>
    <w:rsid w:val="00E941B3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646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3038"/>
    <w:rsid w:val="00F64A6F"/>
    <w:rsid w:val="00F65BD2"/>
    <w:rsid w:val="00F65CDC"/>
    <w:rsid w:val="00F70A41"/>
    <w:rsid w:val="00F75A2C"/>
    <w:rsid w:val="00F76F5A"/>
    <w:rsid w:val="00F7706F"/>
    <w:rsid w:val="00F8229C"/>
    <w:rsid w:val="00F855CA"/>
    <w:rsid w:val="00F85BB2"/>
    <w:rsid w:val="00F87BED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DAC7917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5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orpodeltesto1010">
    <w:name w:val="Corpo del testo (10) + 10"/>
    <w:aliases w:val="5 pt15,Non grassetto,Non corsivo"/>
    <w:uiPriority w:val="99"/>
    <w:rsid w:val="001C4A82"/>
    <w:rPr>
      <w:rFonts w:ascii="Times New Roman" w:hAnsi="Times New Roman"/>
      <w:spacing w:val="0"/>
      <w:sz w:val="21"/>
    </w:rPr>
  </w:style>
  <w:style w:type="character" w:customStyle="1" w:styleId="Corpodeltesto10101">
    <w:name w:val="Corpo del testo (10) + 101"/>
    <w:aliases w:val="5 pt13,Non corsivo1"/>
    <w:uiPriority w:val="99"/>
    <w:rsid w:val="001C4A82"/>
    <w:rPr>
      <w:rFonts w:ascii="Times New Roman" w:hAnsi="Times New Roman"/>
      <w:b/>
      <w:spacing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4CE76-FF9C-437A-80EB-EBC4E871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6</TotalTime>
  <Pages>4</Pages>
  <Words>1422</Words>
  <Characters>8110</Characters>
  <Application>Microsoft Office Word</Application>
  <DocSecurity>0</DocSecurity>
  <Lines>67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Giuseppe Grasso</cp:lastModifiedBy>
  <cp:revision>10</cp:revision>
  <cp:lastPrinted>2017-07-26T12:31:00Z</cp:lastPrinted>
  <dcterms:created xsi:type="dcterms:W3CDTF">2021-02-26T08:04:00Z</dcterms:created>
  <dcterms:modified xsi:type="dcterms:W3CDTF">2021-08-25T11:46:00Z</dcterms:modified>
</cp:coreProperties>
</file>